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C9247" w14:textId="77777777" w:rsidR="00423C87" w:rsidRDefault="000B1FA9" w:rsidP="00475FD3">
      <w:r>
        <w:t>Benjamin</w:t>
      </w:r>
      <w:r w:rsidRPr="000B1FA9">
        <w:t xml:space="preserve"> Lehmann, Lindenallee 3, 20100 Hamburg</w:t>
      </w:r>
    </w:p>
    <w:p w14:paraId="04998D7D" w14:textId="7C540F11" w:rsidR="000B1FA9" w:rsidRPr="000B1FA9" w:rsidRDefault="000B1FA9" w:rsidP="00475FD3">
      <w:r w:rsidRPr="000B1FA9">
        <w:t>Tel.: 040 1234567</w:t>
      </w:r>
    </w:p>
    <w:p w14:paraId="11D5AF88" w14:textId="77777777" w:rsidR="000B1FA9" w:rsidRPr="000B1FA9" w:rsidRDefault="000B1FA9" w:rsidP="000B1FA9">
      <w:r w:rsidRPr="000B1FA9">
        <w:t>E-Mail: lehmann@net.com</w:t>
      </w:r>
    </w:p>
    <w:p w14:paraId="4DBBB3F2" w14:textId="77777777" w:rsidR="000B1FA9" w:rsidRPr="000B1FA9" w:rsidRDefault="000B1FA9" w:rsidP="000B1FA9"/>
    <w:p w14:paraId="34F325F4" w14:textId="77777777" w:rsidR="000B1FA9" w:rsidRDefault="000B1FA9" w:rsidP="000B1FA9"/>
    <w:p w14:paraId="79F63B47" w14:textId="77777777" w:rsidR="00423C87" w:rsidRDefault="00423C87" w:rsidP="000B1FA9"/>
    <w:p w14:paraId="764D0402" w14:textId="77777777" w:rsidR="00423C87" w:rsidRDefault="00423C87" w:rsidP="000B1FA9"/>
    <w:p w14:paraId="554891C7" w14:textId="77777777" w:rsidR="00475FD3" w:rsidRPr="000B1FA9" w:rsidRDefault="00475FD3" w:rsidP="000B1FA9"/>
    <w:p w14:paraId="294F4D0B" w14:textId="05F3DFFC" w:rsidR="000B1FA9" w:rsidRPr="000B1FA9" w:rsidRDefault="000B1FA9" w:rsidP="000B1FA9">
      <w:r w:rsidRPr="000B1FA9">
        <w:t>Trachten</w:t>
      </w:r>
      <w:r>
        <w:t>zauber</w:t>
      </w:r>
      <w:r w:rsidRPr="000B1FA9">
        <w:t xml:space="preserve"> Bernauer AG</w:t>
      </w:r>
    </w:p>
    <w:p w14:paraId="624B5E75" w14:textId="77777777" w:rsidR="000B1FA9" w:rsidRPr="000B1FA9" w:rsidRDefault="000B1FA9" w:rsidP="000B1FA9">
      <w:r w:rsidRPr="000B1FA9">
        <w:t>Frau Anette Bernauer</w:t>
      </w:r>
    </w:p>
    <w:p w14:paraId="0073A8F1" w14:textId="77777777" w:rsidR="000B1FA9" w:rsidRPr="000B1FA9" w:rsidRDefault="000B1FA9" w:rsidP="000B1FA9">
      <w:r w:rsidRPr="000B1FA9">
        <w:t>Karlsplatz 19–21</w:t>
      </w:r>
    </w:p>
    <w:p w14:paraId="7024D162" w14:textId="77777777" w:rsidR="000B1FA9" w:rsidRPr="000B1FA9" w:rsidRDefault="000B1FA9" w:rsidP="000B1FA9">
      <w:r w:rsidRPr="000B1FA9">
        <w:t>80998 München</w:t>
      </w:r>
    </w:p>
    <w:p w14:paraId="4F818068" w14:textId="77777777" w:rsidR="000B1FA9" w:rsidRPr="000B1FA9" w:rsidRDefault="000B1FA9" w:rsidP="000B1FA9"/>
    <w:p w14:paraId="3627F910" w14:textId="77777777" w:rsidR="000B1FA9" w:rsidRPr="000B1FA9" w:rsidRDefault="000B1FA9" w:rsidP="000B1FA9"/>
    <w:p w14:paraId="368AA824" w14:textId="3FD2E8E6" w:rsidR="000B1FA9" w:rsidRPr="000B1FA9" w:rsidRDefault="000B1FA9" w:rsidP="000B1FA9">
      <w:pPr>
        <w:tabs>
          <w:tab w:val="left" w:pos="1820"/>
        </w:tabs>
        <w:jc w:val="right"/>
      </w:pPr>
      <w:r w:rsidRPr="000B1FA9">
        <w:t>10.1.201</w:t>
      </w:r>
      <w:r>
        <w:t>6</w:t>
      </w:r>
    </w:p>
    <w:p w14:paraId="006131F1" w14:textId="77777777" w:rsidR="000B1FA9" w:rsidRPr="000B1FA9" w:rsidRDefault="000B1FA9" w:rsidP="000B1FA9"/>
    <w:p w14:paraId="2BC59B41" w14:textId="77777777" w:rsidR="000B1FA9" w:rsidRPr="000B1FA9" w:rsidRDefault="000B1FA9" w:rsidP="000B1FA9"/>
    <w:p w14:paraId="56E1E900" w14:textId="77777777" w:rsidR="000B1FA9" w:rsidRPr="000B1FA9" w:rsidRDefault="000B1FA9" w:rsidP="000B1FA9">
      <w:pPr>
        <w:rPr>
          <w:b/>
        </w:rPr>
      </w:pPr>
      <w:r w:rsidRPr="000B1FA9">
        <w:rPr>
          <w:b/>
        </w:rPr>
        <w:t>Bewerbung als Leiter der Personalabteilung</w:t>
      </w:r>
    </w:p>
    <w:p w14:paraId="33B48BCD" w14:textId="25505447" w:rsidR="000B1FA9" w:rsidRPr="000B1FA9" w:rsidRDefault="000B1FA9" w:rsidP="000B1FA9">
      <w:pPr>
        <w:rPr>
          <w:b/>
        </w:rPr>
      </w:pPr>
      <w:r w:rsidRPr="000B1FA9">
        <w:rPr>
          <w:b/>
        </w:rPr>
        <w:t>Ihr Stellenangebot in der Süddeutschen Zeitung vom 7. Januar 201</w:t>
      </w:r>
      <w:r>
        <w:rPr>
          <w:b/>
        </w:rPr>
        <w:t>6</w:t>
      </w:r>
    </w:p>
    <w:p w14:paraId="30641968" w14:textId="77777777" w:rsidR="000B1FA9" w:rsidRPr="000B1FA9" w:rsidRDefault="000B1FA9" w:rsidP="000B1FA9"/>
    <w:p w14:paraId="0B2F6DC5" w14:textId="77777777" w:rsidR="000B1FA9" w:rsidRPr="000B1FA9" w:rsidRDefault="000B1FA9" w:rsidP="000B1FA9"/>
    <w:p w14:paraId="3592E0E1" w14:textId="77777777" w:rsidR="000B1FA9" w:rsidRPr="000B1FA9" w:rsidRDefault="000B1FA9" w:rsidP="000B1FA9">
      <w:r w:rsidRPr="000B1FA9">
        <w:t>Sehr geehrte Frau Bernauer,</w:t>
      </w:r>
    </w:p>
    <w:p w14:paraId="5EC9E80F" w14:textId="77777777" w:rsidR="000B1FA9" w:rsidRPr="000B1FA9" w:rsidRDefault="000B1FA9" w:rsidP="000B1FA9"/>
    <w:p w14:paraId="02D87CDE" w14:textId="77777777" w:rsidR="000B1FA9" w:rsidRPr="000B1FA9" w:rsidRDefault="000B1FA9" w:rsidP="000B1FA9">
      <w:r w:rsidRPr="000B1FA9">
        <w:t>da ich eine neue berufliche Herausforderung suche und aus persönlichen Gründen gern nach München ziehen möchte, bewerbe ich mich auf Ihr Stellenangebot.</w:t>
      </w:r>
    </w:p>
    <w:p w14:paraId="111850C6" w14:textId="77777777" w:rsidR="000B1FA9" w:rsidRPr="000B1FA9" w:rsidRDefault="000B1FA9" w:rsidP="000B1FA9"/>
    <w:p w14:paraId="561A53AA" w14:textId="4AAD472E" w:rsidR="000B1FA9" w:rsidRPr="000B1FA9" w:rsidRDefault="000B1FA9" w:rsidP="000B1FA9">
      <w:r w:rsidRPr="000B1FA9">
        <w:t>Ich bin 45 Jahre alt und Diplom-</w:t>
      </w:r>
      <w:r>
        <w:t>Kaufmann</w:t>
      </w:r>
      <w:r w:rsidRPr="000B1FA9">
        <w:t xml:space="preserve">. Seit </w:t>
      </w:r>
      <w:r w:rsidR="00423C87">
        <w:t>über 15</w:t>
      </w:r>
      <w:r w:rsidRPr="000B1FA9">
        <w:t xml:space="preserve"> Jahren arbeite ich im Personalwesen in den verschiedensten Branchen: Medien, Industrie,</w:t>
      </w:r>
      <w:r>
        <w:t xml:space="preserve"> Dienstleistung und</w:t>
      </w:r>
      <w:r w:rsidRPr="000B1FA9">
        <w:t xml:space="preserve"> Handel</w:t>
      </w:r>
      <w:r>
        <w:t>;</w:t>
      </w:r>
      <w:r w:rsidRPr="000B1FA9">
        <w:t xml:space="preserve"> seit </w:t>
      </w:r>
      <w:r w:rsidR="00423C87">
        <w:t>2001</w:t>
      </w:r>
      <w:r w:rsidRPr="000B1FA9">
        <w:t xml:space="preserve"> in</w:t>
      </w:r>
      <w:r w:rsidR="00423C87">
        <w:br/>
      </w:r>
      <w:r w:rsidRPr="000B1FA9">
        <w:t xml:space="preserve">leitender Funktion. Am besten bin ich mit dem Einzelhandel vertraut: Seit </w:t>
      </w:r>
      <w:r>
        <w:t>fast zehn</w:t>
      </w:r>
      <w:r w:rsidRPr="000B1FA9">
        <w:t xml:space="preserve"> Jahren bin ich stellvertretender Personalchef einer großen Einzelhandelskette. </w:t>
      </w:r>
    </w:p>
    <w:p w14:paraId="6CDF7758" w14:textId="77777777" w:rsidR="000B1FA9" w:rsidRPr="000B1FA9" w:rsidRDefault="000B1FA9" w:rsidP="000B1FA9"/>
    <w:p w14:paraId="22DD8885" w14:textId="65C3715F" w:rsidR="000B1FA9" w:rsidRPr="000B1FA9" w:rsidRDefault="000B1FA9" w:rsidP="000B1FA9">
      <w:r w:rsidRPr="000B1FA9">
        <w:t>Die Herausforderungen des Einzelhandels sind mir gut bekannt: Es ist nicht leicht, qualifizierte Mitarbeiter zu finden und zu motivieren. Dafür ist in erster Linie der Personalchef verantwor</w:t>
      </w:r>
      <w:r w:rsidRPr="000B1FA9">
        <w:t>t</w:t>
      </w:r>
      <w:r w:rsidRPr="000B1FA9">
        <w:t xml:space="preserve">lich. Gleichzeitig muss er Kosten senken und die Produktivität steigern. An Ihrem Haus gefällt mir, wie Sie mit Ihren Mitarbeitern umgehen: </w:t>
      </w:r>
      <w:r>
        <w:t>Sie vermeiden</w:t>
      </w:r>
      <w:r w:rsidRPr="000B1FA9">
        <w:t xml:space="preserve"> betriebsbedingte Kündigungen </w:t>
      </w:r>
      <w:r>
        <w:t>und machen</w:t>
      </w:r>
      <w:r w:rsidRPr="000B1FA9">
        <w:t xml:space="preserve"> Einschnitte nur bei kurzfristigen Aushilfskräften. Das ist eine Personalpolitik, die ich gern fortführen möcht</w:t>
      </w:r>
      <w:r w:rsidR="00423C87">
        <w:t>e. Mit Personalauswahl, Einsatz</w:t>
      </w:r>
      <w:r w:rsidRPr="000B1FA9">
        <w:t>optimierung, Aus- und Weiterbildung kenne ich mich ebenso gut aus wie mit den Themen Mitarbeitervergütung, Steuern und Sozia</w:t>
      </w:r>
      <w:r w:rsidRPr="000B1FA9">
        <w:t>l</w:t>
      </w:r>
      <w:r w:rsidRPr="000B1FA9">
        <w:t>versicherungen.</w:t>
      </w:r>
    </w:p>
    <w:p w14:paraId="53F26CBE" w14:textId="77777777" w:rsidR="000B1FA9" w:rsidRPr="000B1FA9" w:rsidRDefault="000B1FA9" w:rsidP="000B1FA9"/>
    <w:p w14:paraId="3420D876" w14:textId="77777777" w:rsidR="000B1FA9" w:rsidRPr="000B1FA9" w:rsidRDefault="000B1FA9" w:rsidP="000B1FA9">
      <w:r w:rsidRPr="000B1FA9">
        <w:t xml:space="preserve">Gern komme ich zu einem </w:t>
      </w:r>
      <w:proofErr w:type="spellStart"/>
      <w:r w:rsidRPr="000B1FA9">
        <w:t>Kennenlerngespräch</w:t>
      </w:r>
      <w:proofErr w:type="spellEnd"/>
      <w:r w:rsidRPr="000B1FA9">
        <w:t>. Ich freue mich, von Ihnen zu hören!</w:t>
      </w:r>
    </w:p>
    <w:p w14:paraId="1642A5F1" w14:textId="77777777" w:rsidR="000B1FA9" w:rsidRPr="000B1FA9" w:rsidRDefault="000B1FA9" w:rsidP="000B1FA9"/>
    <w:p w14:paraId="5110242D" w14:textId="77777777" w:rsidR="000B1FA9" w:rsidRDefault="000B1FA9" w:rsidP="000B1FA9">
      <w:r w:rsidRPr="000B1FA9">
        <w:t>Beste Grüße nach München</w:t>
      </w:r>
    </w:p>
    <w:p w14:paraId="15E12933" w14:textId="77777777" w:rsidR="00423C87" w:rsidRPr="000B1FA9" w:rsidRDefault="00423C87" w:rsidP="000B1FA9"/>
    <w:p w14:paraId="329AD342" w14:textId="562EBB66" w:rsidR="0095639B" w:rsidRPr="003D58BB" w:rsidRDefault="000D0FC8" w:rsidP="000B1FA9">
      <w:pPr>
        <w:pStyle w:val="UnterschriftName"/>
        <w:rPr>
          <w:rFonts w:ascii="Lucida Handwriting" w:hAnsi="Lucida Handwriting"/>
        </w:rPr>
      </w:pPr>
      <w:bookmarkStart w:id="0" w:name="_GoBack"/>
      <w:r w:rsidRPr="003D58BB">
        <w:rPr>
          <w:rFonts w:ascii="Lucida Handwriting" w:hAnsi="Lucida Handwriting"/>
        </w:rPr>
        <w:t>Benjamin</w:t>
      </w:r>
      <w:r w:rsidR="000B1FA9" w:rsidRPr="003D58BB">
        <w:rPr>
          <w:rFonts w:ascii="Lucida Handwriting" w:hAnsi="Lucida Handwriting"/>
        </w:rPr>
        <w:t xml:space="preserve"> Lehmann</w:t>
      </w:r>
      <w:bookmarkEnd w:id="0"/>
    </w:p>
    <w:sectPr w:rsidR="0095639B" w:rsidRPr="003D58BB" w:rsidSect="00475FD3">
      <w:pgSz w:w="11906" w:h="16838"/>
      <w:pgMar w:top="1134" w:right="1134" w:bottom="1134" w:left="136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370185"/>
    <w:rsid w:val="003B7D74"/>
    <w:rsid w:val="003D58BB"/>
    <w:rsid w:val="00423C87"/>
    <w:rsid w:val="00475FD3"/>
    <w:rsid w:val="004F0647"/>
    <w:rsid w:val="00631380"/>
    <w:rsid w:val="00770743"/>
    <w:rsid w:val="008D2E71"/>
    <w:rsid w:val="008D76FD"/>
    <w:rsid w:val="0095639B"/>
    <w:rsid w:val="00A479D8"/>
    <w:rsid w:val="00AE72C8"/>
    <w:rsid w:val="00B14BB3"/>
    <w:rsid w:val="00CC7DA6"/>
    <w:rsid w:val="00E37989"/>
    <w:rsid w:val="00EB3170"/>
    <w:rsid w:val="00F33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475FD3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475FD3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475FD3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475FD3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FF7169E0</Template>
  <TotalTime>0</TotalTime>
  <Pages>1</Pages>
  <Words>222</Words>
  <Characters>1399</Characters>
  <Application>Microsoft Office Word</Application>
  <DocSecurity>0</DocSecurity>
  <Lines>11</Lines>
  <Paragraphs>3</Paragraphs>
  <ScaleCrop>false</ScaleCrop>
  <Company>F G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2015-11-10T09:06:00Z</cp:lastPrinted>
  <dcterms:created xsi:type="dcterms:W3CDTF">2015-11-10T09:06:00Z</dcterms:created>
  <dcterms:modified xsi:type="dcterms:W3CDTF">2016-02-02T07:59:00Z</dcterms:modified>
</cp:coreProperties>
</file>